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7267A" w:rsidP="009E68DC">
      <w:pPr>
        <w:pStyle w:val="Heading1"/>
      </w:pPr>
      <w:bookmarkStart w:id="0" w:name="_GoBack"/>
      <w:bookmarkEnd w:id="0"/>
      <w:r>
        <w:t xml:space="preserve">How to Be Successful with </w:t>
      </w:r>
      <w:r w:rsidR="005F17DD">
        <w:t xml:space="preserve">the </w:t>
      </w:r>
      <w:r>
        <w:t xml:space="preserve">Creative Visualization </w:t>
      </w:r>
      <w:r w:rsidR="005F17DD">
        <w:t>Process</w:t>
      </w:r>
    </w:p>
    <w:p w:rsidR="009E68DC" w:rsidRDefault="009E68DC" w:rsidP="009E68DC"/>
    <w:p w:rsidR="009E68DC" w:rsidRDefault="0067267A" w:rsidP="009E68DC">
      <w:r>
        <w:t>The creative visualization process is an excellent way for you to manifest your dreams and goals into reality. Based on the principles of the law of attraction, the more you focus on the things</w:t>
      </w:r>
      <w:r>
        <w:t xml:space="preserve"> that you desire, the more likely the universe will manifest the thoughts into reality. Here are some great tips on how to be successful with your creative visualization process.</w:t>
      </w:r>
    </w:p>
    <w:p w:rsidR="00BF5882" w:rsidRDefault="00BF5882" w:rsidP="009E68DC"/>
    <w:p w:rsidR="00BF5882" w:rsidRDefault="0067267A" w:rsidP="009E68DC">
      <w:pPr>
        <w:rPr>
          <w:b/>
        </w:rPr>
      </w:pPr>
      <w:r>
        <w:rPr>
          <w:b/>
        </w:rPr>
        <w:t>Get Passionate</w:t>
      </w:r>
    </w:p>
    <w:p w:rsidR="00BF5882" w:rsidRDefault="0067267A" w:rsidP="009E68DC">
      <w:r>
        <w:t>If you want to succeed in manifesting your greatest wants and</w:t>
      </w:r>
      <w:r>
        <w:t xml:space="preserve"> desires, then you have to get passionate about your dreams and goals. The process only works when you have the drive, passion, and dedication to stick with the technique. While your ideas won't manifest overnight, the more emotional attention you provide </w:t>
      </w:r>
      <w:r>
        <w:t>it, the faster it will be brought into your reality.</w:t>
      </w:r>
    </w:p>
    <w:p w:rsidR="00BF5882" w:rsidRDefault="00BF5882" w:rsidP="009E68DC"/>
    <w:p w:rsidR="00BF5882" w:rsidRDefault="0067267A" w:rsidP="009E68DC">
      <w:pPr>
        <w:rPr>
          <w:b/>
        </w:rPr>
      </w:pPr>
      <w:r>
        <w:rPr>
          <w:b/>
        </w:rPr>
        <w:t>Get Specific</w:t>
      </w:r>
    </w:p>
    <w:p w:rsidR="00CE4DAD" w:rsidRDefault="0067267A" w:rsidP="009E68DC">
      <w:r>
        <w:t>You need to be specific and clear about what you want if you want the creative visualization process to work. You want to try to avoid giving yourself a broad goal like "a better job," or "</w:t>
      </w:r>
      <w:r>
        <w:t>more money." Instead, you want to think of specific outcomes, like "I want to get a promotion at work in the next six months." The more specific you can make your goal, the better your visualization practice.</w:t>
      </w:r>
    </w:p>
    <w:p w:rsidR="00BB3DDC" w:rsidRDefault="00BB3DDC" w:rsidP="009E68DC"/>
    <w:p w:rsidR="00BB3DDC" w:rsidRDefault="0067267A" w:rsidP="009E68DC">
      <w:pPr>
        <w:rPr>
          <w:b/>
        </w:rPr>
      </w:pPr>
      <w:r>
        <w:rPr>
          <w:b/>
        </w:rPr>
        <w:t>Utilize Visual Aids</w:t>
      </w:r>
    </w:p>
    <w:p w:rsidR="007974B8" w:rsidRDefault="0067267A" w:rsidP="009E68DC">
      <w:r>
        <w:t xml:space="preserve">There is a big difference </w:t>
      </w:r>
      <w:r>
        <w:t>between imagining your goals and making them seem so real that you can feel them. Add additional imagery to your practice to give your goals the thrust they need to feel more real. The more you surround yourself with your goals, the more real they'll becom</w:t>
      </w:r>
      <w:r>
        <w:t>e for you.</w:t>
      </w:r>
    </w:p>
    <w:p w:rsidR="00DF656B" w:rsidRDefault="00DF656B" w:rsidP="009E68DC"/>
    <w:p w:rsidR="00DF656B" w:rsidRDefault="0067267A" w:rsidP="009E68DC">
      <w:pPr>
        <w:rPr>
          <w:b/>
        </w:rPr>
      </w:pPr>
      <w:r>
        <w:rPr>
          <w:b/>
        </w:rPr>
        <w:t>Set Time Aside</w:t>
      </w:r>
    </w:p>
    <w:p w:rsidR="002D7A35" w:rsidRDefault="0067267A" w:rsidP="009E68DC">
      <w:r>
        <w:t xml:space="preserve">While you can practice creative visualization and positive thinking anywhere and at any time, setting aside time every day to sit in silence and image your ultimate reality will benefit you in the long run. During this time make </w:t>
      </w:r>
      <w:r>
        <w:t xml:space="preserve">sure you unplug or turn your phone off, turn off the television, and let everyone know that you need a minute for yourself. </w:t>
      </w:r>
    </w:p>
    <w:p w:rsidR="00C53E4A" w:rsidRDefault="00C53E4A" w:rsidP="009E68DC"/>
    <w:p w:rsidR="00C53E4A" w:rsidRDefault="0067267A" w:rsidP="009E68DC">
      <w:pPr>
        <w:rPr>
          <w:b/>
        </w:rPr>
      </w:pPr>
      <w:r>
        <w:rPr>
          <w:b/>
        </w:rPr>
        <w:t>Commit to Regular Practice</w:t>
      </w:r>
    </w:p>
    <w:p w:rsidR="00401A02" w:rsidRDefault="0067267A" w:rsidP="009E68DC">
      <w:r>
        <w:lastRenderedPageBreak/>
        <w:t>Make sure that you stick to a habit of creative visualization if you want to manifest your wants and de</w:t>
      </w:r>
      <w:r>
        <w:t xml:space="preserve">sires. The longer that you practice, the quicker you’ll enter the frame of mind that helps to pave the way toward manifesting your goals. </w:t>
      </w:r>
    </w:p>
    <w:p w:rsidR="00012918" w:rsidRDefault="00012918" w:rsidP="009E68DC"/>
    <w:p w:rsidR="00012918" w:rsidRPr="00012918" w:rsidRDefault="0067267A" w:rsidP="009E68DC">
      <w:r>
        <w:t>When you begin your practice of creative visualization, remember to expect that your dreams will soon become a reali</w:t>
      </w:r>
      <w:r>
        <w:t>ty. The Universe has an uncanny ability to give you what you want when you practice creative visualization regularly.</w:t>
      </w:r>
    </w:p>
    <w:sectPr w:rsidR="00012918" w:rsidRPr="0001291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54D"/>
    <w:rsid w:val="00012918"/>
    <w:rsid w:val="00065D1D"/>
    <w:rsid w:val="002D7A35"/>
    <w:rsid w:val="00385C7E"/>
    <w:rsid w:val="00401A02"/>
    <w:rsid w:val="005F17DD"/>
    <w:rsid w:val="0064063D"/>
    <w:rsid w:val="00660AAD"/>
    <w:rsid w:val="0067267A"/>
    <w:rsid w:val="007974B8"/>
    <w:rsid w:val="009E68DC"/>
    <w:rsid w:val="00BB3DDC"/>
    <w:rsid w:val="00BF5882"/>
    <w:rsid w:val="00C53E4A"/>
    <w:rsid w:val="00CE4DAD"/>
    <w:rsid w:val="00DF656B"/>
    <w:rsid w:val="00ED7616"/>
    <w:rsid w:val="00EE21A9"/>
    <w:rsid w:val="00F05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786D265-B81F-0441-99F2-4B510F258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416</Words>
  <Characters>1996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2019-01-29T18:18:00Z</dcterms:created>
  <dcterms:modified xsi:type="dcterms:W3CDTF">2019-01-29T18:18:00Z</dcterms:modified>
  <cp:category/>
</cp:coreProperties>
</file>